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195" w:rsidRDefault="00972195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5639435</wp:posOffset>
                </wp:positionV>
                <wp:extent cx="1654175" cy="612140"/>
                <wp:effectExtent l="20320" t="48260" r="125730" b="2540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4D8F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9" o:spid="_x0000_s1026" type="#_x0000_t5" style="position:absolute;margin-left:179.35pt;margin-top:444.05pt;width:130.25pt;height:4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4782185</wp:posOffset>
                </wp:positionV>
                <wp:extent cx="1654175" cy="612140"/>
                <wp:effectExtent l="20320" t="48260" r="125730" b="25400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98C96" id="AutoShape 18" o:spid="_x0000_s1026" type="#_x0000_t5" style="position:absolute;margin-left:179.35pt;margin-top:376.55pt;width:130.25pt;height:4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3862070</wp:posOffset>
                </wp:positionV>
                <wp:extent cx="1654175" cy="612140"/>
                <wp:effectExtent l="20320" t="52070" r="125730" b="21590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7122C" id="AutoShape 17" o:spid="_x0000_s1026" type="#_x0000_t5" style="position:absolute;margin-left:179.35pt;margin-top:304.1pt;width:130.25pt;height:4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3019425</wp:posOffset>
                </wp:positionV>
                <wp:extent cx="1654175" cy="612140"/>
                <wp:effectExtent l="20320" t="47625" r="125730" b="26035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5F962" id="AutoShape 16" o:spid="_x0000_s1026" type="#_x0000_t5" style="position:absolute;margin-left:179.35pt;margin-top:237.75pt;width:130.25pt;height:4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-673735</wp:posOffset>
                </wp:positionH>
                <wp:positionV relativeFrom="paragraph">
                  <wp:posOffset>2830195</wp:posOffset>
                </wp:positionV>
                <wp:extent cx="2508885" cy="883285"/>
                <wp:effectExtent l="24765" t="83820" r="44450" b="8382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08885" cy="8832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A3E00" id="AutoShape 15" o:spid="_x0000_s1026" type="#_x0000_t5" style="position:absolute;margin-left:-53.05pt;margin-top:222.85pt;width:197.55pt;height:69.5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1885315</wp:posOffset>
                </wp:positionV>
                <wp:extent cx="2508885" cy="883285"/>
                <wp:effectExtent l="80010" t="46990" r="87630" b="2222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885" cy="8832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BFD51" id="AutoShape 14" o:spid="_x0000_s1026" type="#_x0000_t5" style="position:absolute;margin-left:112.05pt;margin-top:148.45pt;width:197.55pt;height:6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4782185</wp:posOffset>
                </wp:positionV>
                <wp:extent cx="1017270" cy="1612900"/>
                <wp:effectExtent l="53340" t="19685" r="53340" b="9144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17270" cy="161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396D0" id="AutoShape 13" o:spid="_x0000_s1026" type="#_x0000_t5" style="position:absolute;margin-left:10.95pt;margin-top:376.55pt;width:80.1pt;height:127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302895</wp:posOffset>
                </wp:positionV>
                <wp:extent cx="1224280" cy="1263650"/>
                <wp:effectExtent l="27940" t="26670" r="24130" b="2413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2A09A" id="Rectangle 12" o:spid="_x0000_s1026" style="position:absolute;margin-left:158.2pt;margin-top:23.85pt;width:96.4pt;height:9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56515</wp:posOffset>
                </wp:positionV>
                <wp:extent cx="1017270" cy="1612900"/>
                <wp:effectExtent l="53340" t="85090" r="53340" b="2603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270" cy="161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A2845" id="AutoShape 11" o:spid="_x0000_s1026" type="#_x0000_t5" style="position:absolute;margin-left:10.95pt;margin-top:4.45pt;width:80.1pt;height:1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" strokeweight="3pt"/>
            </w:pict>
          </mc:Fallback>
        </mc:AlternateContent>
      </w: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  <w:bookmarkStart w:id="0" w:name="_GoBack"/>
      <w:bookmarkEnd w:id="0"/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972195" w:rsidRDefault="00972195">
      <w:pPr>
        <w:rPr>
          <w:rFonts w:ascii="Arial" w:hAnsi="Arial" w:cs="Arial"/>
          <w:sz w:val="28"/>
        </w:rPr>
      </w:pPr>
    </w:p>
    <w:p w:rsidR="001D645B" w:rsidRPr="007E024D" w:rsidRDefault="00972195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5742305</wp:posOffset>
                </wp:positionV>
                <wp:extent cx="1654175" cy="612140"/>
                <wp:effectExtent l="23495" t="55880" r="132080" b="2730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7C758" id="AutoShape 10" o:spid="_x0000_s1026" type="#_x0000_t5" style="position:absolute;margin-left:194.7pt;margin-top:452.15pt;width:130.25pt;height:4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4885055</wp:posOffset>
                </wp:positionV>
                <wp:extent cx="1654175" cy="612140"/>
                <wp:effectExtent l="23495" t="55880" r="132080" b="2730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059A4" id="AutoShape 9" o:spid="_x0000_s1026" type="#_x0000_t5" style="position:absolute;margin-left:194.7pt;margin-top:384.65pt;width:130.25pt;height:4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3964940</wp:posOffset>
                </wp:positionV>
                <wp:extent cx="1654175" cy="612140"/>
                <wp:effectExtent l="23495" t="50165" r="132080" b="2349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54266" id="AutoShape 8" o:spid="_x0000_s1026" type="#_x0000_t5" style="position:absolute;margin-left:194.7pt;margin-top:312.2pt;width:130.25pt;height:4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3122295</wp:posOffset>
                </wp:positionV>
                <wp:extent cx="1654175" cy="612140"/>
                <wp:effectExtent l="23495" t="55245" r="132080" b="2794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175" cy="61214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E5FCE" id="AutoShape 7" o:spid="_x0000_s1026" type="#_x0000_t5" style="position:absolute;margin-left:194.7pt;margin-top:245.85pt;width:130.25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" adj="0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405765</wp:posOffset>
                </wp:positionV>
                <wp:extent cx="1224280" cy="1263650"/>
                <wp:effectExtent l="21590" t="24765" r="20955" b="2603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5EAEA" id="Rectangle 3" o:spid="_x0000_s1026" style="position:absolute;margin-left:173.55pt;margin-top:31.95pt;width:96.4pt;height: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1988185</wp:posOffset>
                </wp:positionV>
                <wp:extent cx="2508885" cy="883285"/>
                <wp:effectExtent l="83185" t="45085" r="84455" b="2413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885" cy="8832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A38A0" id="AutoShape 5" o:spid="_x0000_s1026" type="#_x0000_t5" style="position:absolute;margin-left:127.4pt;margin-top:156.55pt;width:197.55pt;height:6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4885055</wp:posOffset>
                </wp:positionV>
                <wp:extent cx="1017270" cy="1612900"/>
                <wp:effectExtent l="46990" t="27305" r="50165" b="838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17270" cy="161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682B3" id="AutoShape 4" o:spid="_x0000_s1026" type="#_x0000_t5" style="position:absolute;margin-left:26.3pt;margin-top:384.65pt;width:80.1pt;height:127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-478790</wp:posOffset>
                </wp:positionH>
                <wp:positionV relativeFrom="paragraph">
                  <wp:posOffset>2933065</wp:posOffset>
                </wp:positionV>
                <wp:extent cx="2508885" cy="883285"/>
                <wp:effectExtent l="27940" t="81915" r="50800" b="857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08885" cy="8832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470C3" id="AutoShape 6" o:spid="_x0000_s1026" type="#_x0000_t5" style="position:absolute;margin-left:-37.7pt;margin-top:230.95pt;width:197.55pt;height:69.5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" strokeweight="3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159385</wp:posOffset>
                </wp:positionV>
                <wp:extent cx="1017270" cy="1612900"/>
                <wp:effectExtent l="46990" t="83185" r="50165" b="279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270" cy="161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51D5F" id="AutoShape 2" o:spid="_x0000_s1026" type="#_x0000_t5" style="position:absolute;margin-left:26.3pt;margin-top:12.55pt;width:80.1pt;height:1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" strokeweight="3pt"/>
            </w:pict>
          </mc:Fallback>
        </mc:AlternateContent>
      </w:r>
    </w:p>
    <w:sectPr w:rsidR="001D645B" w:rsidRPr="007E024D" w:rsidSect="0097219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95"/>
    <w:rsid w:val="001D645B"/>
    <w:rsid w:val="005175A3"/>
    <w:rsid w:val="005F7238"/>
    <w:rsid w:val="007E024D"/>
    <w:rsid w:val="0097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E03C3-5479-434C-9FF9-638CEBBA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2016-01-06T11:18:00Z</dcterms:created>
  <dcterms:modified xsi:type="dcterms:W3CDTF">2016-01-06T11:21:00Z</dcterms:modified>
</cp:coreProperties>
</file>